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D9" w:rsidRDefault="00B278D9" w:rsidP="00761830">
      <w:pPr>
        <w:jc w:val="center"/>
        <w:rPr>
          <w:rFonts w:ascii="Times New Roman" w:hAnsi="Times New Roman"/>
          <w:b/>
          <w:sz w:val="24"/>
          <w:szCs w:val="24"/>
        </w:rPr>
      </w:pPr>
      <w:r w:rsidRPr="00AD3AD5">
        <w:rPr>
          <w:rFonts w:ascii="Times New Roman" w:hAnsi="Times New Roman"/>
          <w:b/>
          <w:sz w:val="24"/>
          <w:szCs w:val="24"/>
        </w:rPr>
        <w:t xml:space="preserve">Halifax County Schools </w:t>
      </w:r>
    </w:p>
    <w:p w:rsidR="00B278D9" w:rsidRPr="00AD3AD5" w:rsidRDefault="00B278D9" w:rsidP="007618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Common Core Standards and North Carolina Essential Standards Professional Development</w:t>
      </w:r>
    </w:p>
    <w:p w:rsidR="00B278D9" w:rsidRPr="00AD3AD5" w:rsidRDefault="00B278D9" w:rsidP="00761830">
      <w:pPr>
        <w:jc w:val="center"/>
        <w:rPr>
          <w:rFonts w:ascii="Times New Roman" w:hAnsi="Times New Roman"/>
          <w:b/>
          <w:sz w:val="24"/>
          <w:szCs w:val="24"/>
        </w:rPr>
      </w:pPr>
      <w:r w:rsidRPr="00AD3AD5">
        <w:rPr>
          <w:rFonts w:ascii="Times New Roman" w:hAnsi="Times New Roman"/>
          <w:b/>
          <w:sz w:val="24"/>
          <w:szCs w:val="24"/>
        </w:rPr>
        <w:t xml:space="preserve">Session </w:t>
      </w:r>
      <w:r>
        <w:rPr>
          <w:rFonts w:ascii="Times New Roman" w:hAnsi="Times New Roman"/>
          <w:b/>
          <w:sz w:val="24"/>
          <w:szCs w:val="24"/>
        </w:rPr>
        <w:t>I</w:t>
      </w:r>
      <w:r w:rsidRPr="00AD3AD5">
        <w:rPr>
          <w:rFonts w:ascii="Times New Roman" w:hAnsi="Times New Roman"/>
          <w:b/>
          <w:sz w:val="24"/>
          <w:szCs w:val="24"/>
        </w:rPr>
        <w:t xml:space="preserve">: Common Core Standards for K-5 </w:t>
      </w:r>
      <w:r>
        <w:rPr>
          <w:rFonts w:ascii="Times New Roman" w:hAnsi="Times New Roman"/>
          <w:b/>
          <w:sz w:val="24"/>
          <w:szCs w:val="24"/>
        </w:rPr>
        <w:t>English/ Language Arts</w:t>
      </w:r>
    </w:p>
    <w:p w:rsidR="00B278D9" w:rsidRPr="004B5F65" w:rsidRDefault="00B278D9" w:rsidP="00761830">
      <w:pPr>
        <w:rPr>
          <w:rFonts w:ascii="Times New Roman" w:hAnsi="Times New Roman"/>
          <w:b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Presenter(s):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278D9" w:rsidRDefault="00B278D9" w:rsidP="00761830">
      <w:pPr>
        <w:rPr>
          <w:rFonts w:ascii="Times New Roman" w:hAnsi="Times New Roman"/>
          <w:b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Date of Training: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278D9" w:rsidRPr="004B5F65" w:rsidRDefault="00B278D9" w:rsidP="00761830">
      <w:pPr>
        <w:rPr>
          <w:rFonts w:ascii="Times New Roman" w:hAnsi="Times New Roman"/>
          <w:b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Session Title: </w:t>
      </w:r>
      <w:r>
        <w:rPr>
          <w:rFonts w:ascii="Times New Roman" w:hAnsi="Times New Roman"/>
          <w:b/>
          <w:sz w:val="24"/>
          <w:szCs w:val="24"/>
        </w:rPr>
        <w:t>ELA Shifts 1-3</w:t>
      </w:r>
    </w:p>
    <w:p w:rsidR="00B278D9" w:rsidRPr="004B5F65" w:rsidRDefault="00B278D9" w:rsidP="00761830">
      <w:p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Purpose: </w:t>
      </w:r>
      <w:r w:rsidRPr="004B5F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fulfill the charge issued by the states to help ensure that all students are college and career ready in Literacy no later than the end of High School.</w:t>
      </w:r>
    </w:p>
    <w:p w:rsidR="00B278D9" w:rsidRPr="004B5F65" w:rsidRDefault="00B278D9" w:rsidP="00761830">
      <w:p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Expectations: </w:t>
      </w:r>
      <w:r w:rsidRPr="004B5F65">
        <w:rPr>
          <w:rFonts w:ascii="Times New Roman" w:hAnsi="Times New Roman"/>
          <w:sz w:val="24"/>
          <w:szCs w:val="24"/>
        </w:rPr>
        <w:t>At the end of this session, participants will:</w:t>
      </w:r>
    </w:p>
    <w:p w:rsidR="00B278D9" w:rsidRPr="004B5F65" w:rsidRDefault="00B278D9" w:rsidP="0076183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sz w:val="24"/>
          <w:szCs w:val="24"/>
        </w:rPr>
        <w:t xml:space="preserve">Understand certain critical ideas from the CCSS and recognize the CCSS as Fewer, Clearer, and Higher. </w:t>
      </w:r>
    </w:p>
    <w:p w:rsidR="00B278D9" w:rsidRPr="004B5F65" w:rsidRDefault="00B278D9" w:rsidP="0076183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sz w:val="24"/>
          <w:szCs w:val="24"/>
        </w:rPr>
        <w:t>Recognize how Standards for Practice mandate better ways of managing instruction.</w:t>
      </w:r>
    </w:p>
    <w:p w:rsidR="00B278D9" w:rsidRDefault="00B278D9" w:rsidP="0076183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sz w:val="24"/>
          <w:szCs w:val="24"/>
        </w:rPr>
        <w:t>Make connections between the CCSS and the Teacher Evaluation Tool.</w:t>
      </w:r>
    </w:p>
    <w:p w:rsidR="00B278D9" w:rsidRPr="009741AA" w:rsidRDefault="00B278D9" w:rsidP="009741AA">
      <w:pPr>
        <w:rPr>
          <w:rFonts w:ascii="Times New Roman" w:hAnsi="Times New Roman"/>
          <w:b/>
          <w:sz w:val="32"/>
          <w:szCs w:val="32"/>
        </w:rPr>
      </w:pPr>
      <w:r w:rsidRPr="009741AA">
        <w:rPr>
          <w:rFonts w:ascii="Times New Roman" w:hAnsi="Times New Roman"/>
          <w:b/>
          <w:sz w:val="32"/>
          <w:szCs w:val="32"/>
        </w:rPr>
        <w:t>Agenda</w:t>
      </w:r>
    </w:p>
    <w:p w:rsidR="00B278D9" w:rsidRDefault="00B278D9" w:rsidP="009741A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Welcome and Purpose </w:t>
      </w:r>
    </w:p>
    <w:p w:rsidR="00B278D9" w:rsidRDefault="00B278D9" w:rsidP="009741A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Review PLC Norms</w:t>
      </w:r>
    </w:p>
    <w:p w:rsidR="00B278D9" w:rsidRDefault="00B278D9" w:rsidP="009741A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Shift 1: Pre-K through 5: Balancing Informational and Literary Texts</w:t>
      </w:r>
    </w:p>
    <w:p w:rsidR="00B278D9" w:rsidRDefault="00B278D9" w:rsidP="009741A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Video &amp; Discussion</w:t>
      </w:r>
    </w:p>
    <w:p w:rsidR="00B278D9" w:rsidRPr="009741AA" w:rsidRDefault="00B278D9" w:rsidP="009741A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Activity</w:t>
      </w:r>
    </w:p>
    <w:p w:rsidR="00B278D9" w:rsidRDefault="00B278D9" w:rsidP="009741A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Shift 2: 6-12: Building Knowledge in the Disciplines</w:t>
      </w:r>
    </w:p>
    <w:p w:rsidR="00B278D9" w:rsidRDefault="00B278D9" w:rsidP="009741A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Video &amp; Discussion</w:t>
      </w:r>
    </w:p>
    <w:p w:rsidR="00B278D9" w:rsidRPr="009741AA" w:rsidRDefault="00B278D9" w:rsidP="009741A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Activity</w:t>
      </w:r>
    </w:p>
    <w:p w:rsidR="00B278D9" w:rsidRDefault="00B278D9" w:rsidP="009741A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Shift 3: Staircase of Complexity</w:t>
      </w:r>
    </w:p>
    <w:p w:rsidR="00B278D9" w:rsidRDefault="00B278D9" w:rsidP="009741A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Video &amp; Discussion</w:t>
      </w:r>
    </w:p>
    <w:p w:rsidR="00B278D9" w:rsidRDefault="00B278D9" w:rsidP="009741A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Activity</w:t>
      </w:r>
    </w:p>
    <w:p w:rsidR="00B278D9" w:rsidRPr="009741AA" w:rsidRDefault="00B278D9" w:rsidP="00C9448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Reflections</w:t>
      </w: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jc w:val="center"/>
        <w:rPr>
          <w:rFonts w:ascii="Times New Roman" w:hAnsi="Times New Roman"/>
          <w:b/>
          <w:sz w:val="24"/>
          <w:szCs w:val="24"/>
        </w:rPr>
      </w:pPr>
      <w:r w:rsidRPr="00AD3AD5">
        <w:rPr>
          <w:rFonts w:ascii="Times New Roman" w:hAnsi="Times New Roman"/>
          <w:b/>
          <w:sz w:val="24"/>
          <w:szCs w:val="24"/>
        </w:rPr>
        <w:t xml:space="preserve">Halifax County Schools </w:t>
      </w:r>
    </w:p>
    <w:p w:rsidR="00B278D9" w:rsidRPr="00AD3AD5" w:rsidRDefault="00B278D9" w:rsidP="00C944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Common Core Standards and North Carolina Essential Standards Professional Development</w:t>
      </w:r>
    </w:p>
    <w:p w:rsidR="00B278D9" w:rsidRPr="00AD3AD5" w:rsidRDefault="00B278D9" w:rsidP="00C9448A">
      <w:pPr>
        <w:jc w:val="center"/>
        <w:rPr>
          <w:rFonts w:ascii="Times New Roman" w:hAnsi="Times New Roman"/>
          <w:b/>
          <w:sz w:val="24"/>
          <w:szCs w:val="24"/>
        </w:rPr>
      </w:pPr>
      <w:r w:rsidRPr="00AD3AD5">
        <w:rPr>
          <w:rFonts w:ascii="Times New Roman" w:hAnsi="Times New Roman"/>
          <w:b/>
          <w:sz w:val="24"/>
          <w:szCs w:val="24"/>
        </w:rPr>
        <w:t xml:space="preserve">Session </w:t>
      </w:r>
      <w:r>
        <w:rPr>
          <w:rFonts w:ascii="Times New Roman" w:hAnsi="Times New Roman"/>
          <w:b/>
          <w:sz w:val="24"/>
          <w:szCs w:val="24"/>
        </w:rPr>
        <w:t>II</w:t>
      </w:r>
      <w:r w:rsidRPr="00AD3AD5">
        <w:rPr>
          <w:rFonts w:ascii="Times New Roman" w:hAnsi="Times New Roman"/>
          <w:b/>
          <w:sz w:val="24"/>
          <w:szCs w:val="24"/>
        </w:rPr>
        <w:t xml:space="preserve">: Common Core Standards for K-5 </w:t>
      </w:r>
      <w:r>
        <w:rPr>
          <w:rFonts w:ascii="Times New Roman" w:hAnsi="Times New Roman"/>
          <w:b/>
          <w:sz w:val="24"/>
          <w:szCs w:val="24"/>
        </w:rPr>
        <w:t>English/ Language Arts</w:t>
      </w:r>
    </w:p>
    <w:p w:rsidR="00B278D9" w:rsidRPr="004B5F65" w:rsidRDefault="00B278D9" w:rsidP="00C9448A">
      <w:pPr>
        <w:rPr>
          <w:rFonts w:ascii="Times New Roman" w:hAnsi="Times New Roman"/>
          <w:b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Presenter(s):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278D9" w:rsidRDefault="00B278D9" w:rsidP="00C9448A">
      <w:pPr>
        <w:rPr>
          <w:rFonts w:ascii="Times New Roman" w:hAnsi="Times New Roman"/>
          <w:b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Date of Training: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278D9" w:rsidRPr="004B5F65" w:rsidRDefault="00B278D9" w:rsidP="00C9448A">
      <w:pPr>
        <w:rPr>
          <w:rFonts w:ascii="Times New Roman" w:hAnsi="Times New Roman"/>
          <w:b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Session Title: </w:t>
      </w:r>
      <w:r>
        <w:rPr>
          <w:rFonts w:ascii="Times New Roman" w:hAnsi="Times New Roman"/>
          <w:b/>
          <w:sz w:val="24"/>
          <w:szCs w:val="24"/>
        </w:rPr>
        <w:t>ELA Shifts 4-6</w:t>
      </w:r>
    </w:p>
    <w:p w:rsidR="00B278D9" w:rsidRPr="004B5F65" w:rsidRDefault="00B278D9" w:rsidP="00C9448A">
      <w:p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Purpose: </w:t>
      </w:r>
      <w:r w:rsidRPr="004B5F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fulfill the charge issued by the states to help ensure that all students are college and career ready in Literacy no later than the end of High School.</w:t>
      </w:r>
    </w:p>
    <w:p w:rsidR="00B278D9" w:rsidRPr="004B5F65" w:rsidRDefault="00B278D9" w:rsidP="00C9448A">
      <w:p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b/>
          <w:sz w:val="24"/>
          <w:szCs w:val="24"/>
        </w:rPr>
        <w:t xml:space="preserve">Expectations: </w:t>
      </w:r>
      <w:r w:rsidRPr="004B5F65">
        <w:rPr>
          <w:rFonts w:ascii="Times New Roman" w:hAnsi="Times New Roman"/>
          <w:sz w:val="24"/>
          <w:szCs w:val="24"/>
        </w:rPr>
        <w:t>At the end of this session, participants will:</w:t>
      </w:r>
    </w:p>
    <w:p w:rsidR="00B278D9" w:rsidRPr="004B5F65" w:rsidRDefault="00B278D9" w:rsidP="00C9448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sz w:val="24"/>
          <w:szCs w:val="24"/>
        </w:rPr>
        <w:t xml:space="preserve">Understand certain critical ideas from the CCSS and recognize the CCSS as Fewer, Clearer, and Higher. </w:t>
      </w:r>
    </w:p>
    <w:p w:rsidR="00B278D9" w:rsidRPr="004B5F65" w:rsidRDefault="00B278D9" w:rsidP="00C9448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sz w:val="24"/>
          <w:szCs w:val="24"/>
        </w:rPr>
        <w:t>Recognize how Standards for Practice mandate better ways of managing instruction.</w:t>
      </w:r>
    </w:p>
    <w:p w:rsidR="00B278D9" w:rsidRDefault="00B278D9" w:rsidP="00C9448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B5F65">
        <w:rPr>
          <w:rFonts w:ascii="Times New Roman" w:hAnsi="Times New Roman"/>
          <w:sz w:val="24"/>
          <w:szCs w:val="24"/>
        </w:rPr>
        <w:t>Make connections between the CCSS and the Teacher Evaluation Tool.</w:t>
      </w:r>
    </w:p>
    <w:p w:rsidR="00B278D9" w:rsidRPr="009741AA" w:rsidRDefault="00B278D9" w:rsidP="00C9448A">
      <w:pPr>
        <w:rPr>
          <w:rFonts w:ascii="Times New Roman" w:hAnsi="Times New Roman"/>
          <w:b/>
          <w:sz w:val="32"/>
          <w:szCs w:val="32"/>
        </w:rPr>
      </w:pPr>
      <w:r w:rsidRPr="009741AA">
        <w:rPr>
          <w:rFonts w:ascii="Times New Roman" w:hAnsi="Times New Roman"/>
          <w:b/>
          <w:sz w:val="32"/>
          <w:szCs w:val="32"/>
        </w:rPr>
        <w:t>Agenda</w:t>
      </w:r>
    </w:p>
    <w:p w:rsidR="00B278D9" w:rsidRDefault="00B278D9" w:rsidP="00C9448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Welcome and Purpose </w:t>
      </w:r>
    </w:p>
    <w:p w:rsidR="00B278D9" w:rsidRDefault="00B278D9" w:rsidP="00C9448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Review PLC Norms</w:t>
      </w:r>
    </w:p>
    <w:p w:rsidR="00B278D9" w:rsidRDefault="00B278D9" w:rsidP="00C9448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Shift 4: Text-Based Answers</w:t>
      </w:r>
    </w:p>
    <w:p w:rsidR="00B278D9" w:rsidRDefault="00B278D9" w:rsidP="00C9448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Video &amp; Discussion</w:t>
      </w:r>
    </w:p>
    <w:p w:rsidR="00B278D9" w:rsidRPr="009741AA" w:rsidRDefault="00B278D9" w:rsidP="00C9448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Activity</w:t>
      </w:r>
    </w:p>
    <w:p w:rsidR="00B278D9" w:rsidRDefault="00B278D9" w:rsidP="00C9448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Shift 5: Writing from Sources</w:t>
      </w:r>
    </w:p>
    <w:p w:rsidR="00B278D9" w:rsidRDefault="00B278D9" w:rsidP="00C9448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Video &amp; Discussion</w:t>
      </w:r>
    </w:p>
    <w:p w:rsidR="00B278D9" w:rsidRPr="009741AA" w:rsidRDefault="00B278D9" w:rsidP="00C9448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Activity</w:t>
      </w:r>
    </w:p>
    <w:p w:rsidR="00B278D9" w:rsidRDefault="00B278D9" w:rsidP="00C9448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Shift 6: Academic Vocabulary</w:t>
      </w:r>
    </w:p>
    <w:p w:rsidR="00B278D9" w:rsidRDefault="00B278D9" w:rsidP="00C9448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Video &amp; Discussion</w:t>
      </w:r>
    </w:p>
    <w:p w:rsidR="00B278D9" w:rsidRDefault="00B278D9" w:rsidP="00C9448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Activity</w:t>
      </w:r>
    </w:p>
    <w:p w:rsidR="00B278D9" w:rsidRDefault="00B278D9" w:rsidP="00C9448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Reflections</w:t>
      </w:r>
    </w:p>
    <w:p w:rsidR="00B278D9" w:rsidRPr="009741AA" w:rsidRDefault="00B278D9" w:rsidP="00C9448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Evaluations</w:t>
      </w: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9448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278D9" w:rsidRDefault="00B278D9" w:rsidP="00CA1E68">
      <w:pPr>
        <w:jc w:val="center"/>
        <w:rPr>
          <w:rFonts w:ascii="Times New Roman" w:hAnsi="Times New Roman"/>
          <w:b/>
          <w:sz w:val="24"/>
          <w:szCs w:val="24"/>
        </w:rPr>
      </w:pPr>
      <w:r w:rsidRPr="00AD3AD5">
        <w:rPr>
          <w:rFonts w:ascii="Times New Roman" w:hAnsi="Times New Roman"/>
          <w:b/>
          <w:sz w:val="24"/>
          <w:szCs w:val="24"/>
        </w:rPr>
        <w:t xml:space="preserve">Halifax County Schools </w:t>
      </w:r>
    </w:p>
    <w:p w:rsidR="00B278D9" w:rsidRPr="00AD3AD5" w:rsidRDefault="00B278D9" w:rsidP="00CA1E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Common Core Standards and North Carolina Essential Standards Professional Development</w:t>
      </w:r>
    </w:p>
    <w:p w:rsidR="00B278D9" w:rsidRPr="00CA1E68" w:rsidRDefault="00B278D9" w:rsidP="00CA1E68">
      <w:pPr>
        <w:pStyle w:val="ListParagraph"/>
        <w:ind w:left="0"/>
        <w:jc w:val="center"/>
        <w:rPr>
          <w:rFonts w:ascii="Times New Roman" w:hAnsi="Times New Roman"/>
          <w:b/>
          <w:sz w:val="56"/>
          <w:szCs w:val="56"/>
        </w:rPr>
      </w:pPr>
      <w:r w:rsidRPr="00CA1E68">
        <w:rPr>
          <w:rFonts w:ascii="Times New Roman" w:hAnsi="Times New Roman"/>
          <w:b/>
          <w:sz w:val="56"/>
          <w:szCs w:val="56"/>
        </w:rPr>
        <w:t>Time To Reflect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8"/>
        <w:gridCol w:w="5508"/>
      </w:tblGrid>
      <w:tr w:rsidR="00B278D9" w:rsidRPr="008E238C" w:rsidTr="008E238C">
        <w:trPr>
          <w:trHeight w:val="2126"/>
        </w:trPr>
        <w:tc>
          <w:tcPr>
            <w:tcW w:w="5508" w:type="dxa"/>
          </w:tcPr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238C">
              <w:rPr>
                <w:rFonts w:ascii="Times New Roman" w:hAnsi="Times New Roman"/>
                <w:b/>
                <w:sz w:val="24"/>
                <w:szCs w:val="24"/>
              </w:rPr>
              <w:t>Shift 1</w:t>
            </w:r>
          </w:p>
        </w:tc>
        <w:tc>
          <w:tcPr>
            <w:tcW w:w="5508" w:type="dxa"/>
          </w:tcPr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238C">
              <w:rPr>
                <w:rFonts w:ascii="Times New Roman" w:hAnsi="Times New Roman"/>
                <w:b/>
                <w:sz w:val="24"/>
                <w:szCs w:val="24"/>
              </w:rPr>
              <w:t>Shift 2</w:t>
            </w:r>
          </w:p>
        </w:tc>
      </w:tr>
      <w:tr w:rsidR="00B278D9" w:rsidRPr="008E238C" w:rsidTr="008E238C">
        <w:trPr>
          <w:trHeight w:val="2126"/>
        </w:trPr>
        <w:tc>
          <w:tcPr>
            <w:tcW w:w="5508" w:type="dxa"/>
          </w:tcPr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238C">
              <w:rPr>
                <w:rFonts w:ascii="Times New Roman" w:hAnsi="Times New Roman"/>
                <w:b/>
                <w:sz w:val="24"/>
                <w:szCs w:val="24"/>
              </w:rPr>
              <w:t>Shift 3</w:t>
            </w:r>
          </w:p>
        </w:tc>
        <w:tc>
          <w:tcPr>
            <w:tcW w:w="5508" w:type="dxa"/>
          </w:tcPr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238C">
              <w:rPr>
                <w:rFonts w:ascii="Times New Roman" w:hAnsi="Times New Roman"/>
                <w:b/>
                <w:sz w:val="24"/>
                <w:szCs w:val="24"/>
              </w:rPr>
              <w:t>Shift 4</w:t>
            </w:r>
          </w:p>
        </w:tc>
      </w:tr>
      <w:tr w:rsidR="00B278D9" w:rsidRPr="008E238C" w:rsidTr="008E238C">
        <w:trPr>
          <w:trHeight w:val="2126"/>
        </w:trPr>
        <w:tc>
          <w:tcPr>
            <w:tcW w:w="5508" w:type="dxa"/>
          </w:tcPr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238C">
              <w:rPr>
                <w:rFonts w:ascii="Times New Roman" w:hAnsi="Times New Roman"/>
                <w:b/>
                <w:sz w:val="24"/>
                <w:szCs w:val="24"/>
              </w:rPr>
              <w:t>Shift 5</w:t>
            </w:r>
          </w:p>
        </w:tc>
        <w:tc>
          <w:tcPr>
            <w:tcW w:w="5508" w:type="dxa"/>
          </w:tcPr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238C">
              <w:rPr>
                <w:rFonts w:ascii="Times New Roman" w:hAnsi="Times New Roman"/>
                <w:b/>
                <w:sz w:val="24"/>
                <w:szCs w:val="24"/>
              </w:rPr>
              <w:t>Shift 6</w:t>
            </w:r>
          </w:p>
        </w:tc>
      </w:tr>
      <w:tr w:rsidR="00B278D9" w:rsidRPr="008E238C" w:rsidTr="008E238C">
        <w:trPr>
          <w:trHeight w:val="5930"/>
        </w:trPr>
        <w:tc>
          <w:tcPr>
            <w:tcW w:w="11016" w:type="dxa"/>
            <w:gridSpan w:val="2"/>
          </w:tcPr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56"/>
                <w:szCs w:val="56"/>
              </w:rPr>
            </w:pPr>
            <w:r w:rsidRPr="008E238C">
              <w:rPr>
                <w:rFonts w:ascii="Times New Roman" w:hAnsi="Times New Roman"/>
                <w:b/>
                <w:sz w:val="56"/>
                <w:szCs w:val="56"/>
              </w:rPr>
              <w:t>Summary</w:t>
            </w: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E238C">
              <w:rPr>
                <w:rFonts w:ascii="Times New Roman" w:hAnsi="Times New Roman"/>
                <w:b/>
                <w:sz w:val="28"/>
                <w:szCs w:val="28"/>
              </w:rPr>
              <w:t>How will you implement these shifts in your daily instruction?</w:t>
            </w: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E238C">
              <w:rPr>
                <w:rFonts w:ascii="Times New Roman" w:hAnsi="Times New Roman"/>
                <w:b/>
                <w:sz w:val="28"/>
                <w:szCs w:val="28"/>
              </w:rPr>
              <w:t>What is your timeframe for implementation?</w:t>
            </w: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78D9" w:rsidRPr="008E238C" w:rsidRDefault="00B278D9" w:rsidP="008E238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56"/>
                <w:szCs w:val="56"/>
              </w:rPr>
            </w:pPr>
            <w:r w:rsidRPr="008E238C">
              <w:rPr>
                <w:rFonts w:ascii="Times New Roman" w:hAnsi="Times New Roman"/>
                <w:b/>
                <w:sz w:val="28"/>
                <w:szCs w:val="28"/>
              </w:rPr>
              <w:t>What would you like more information on regarding CCSS ELA?</w:t>
            </w:r>
          </w:p>
        </w:tc>
      </w:tr>
    </w:tbl>
    <w:p w:rsidR="00B278D9" w:rsidRPr="00E61D7A" w:rsidRDefault="00B278D9" w:rsidP="00E61D7A">
      <w:pPr>
        <w:pStyle w:val="ListParagraph"/>
        <w:ind w:left="0"/>
        <w:rPr>
          <w:rFonts w:ascii="Times New Roman" w:hAnsi="Times New Roman"/>
          <w:b/>
          <w:sz w:val="16"/>
          <w:szCs w:val="16"/>
        </w:rPr>
      </w:pPr>
    </w:p>
    <w:sectPr w:rsidR="00B278D9" w:rsidRPr="00E61D7A" w:rsidSect="009741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986"/>
    <w:multiLevelType w:val="hybridMultilevel"/>
    <w:tmpl w:val="B6660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04DAD"/>
    <w:multiLevelType w:val="hybridMultilevel"/>
    <w:tmpl w:val="7C286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35C"/>
    <w:multiLevelType w:val="hybridMultilevel"/>
    <w:tmpl w:val="6122D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76F1A"/>
    <w:multiLevelType w:val="hybridMultilevel"/>
    <w:tmpl w:val="1A5EF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D5FC1"/>
    <w:multiLevelType w:val="hybridMultilevel"/>
    <w:tmpl w:val="B100D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F5018"/>
    <w:multiLevelType w:val="hybridMultilevel"/>
    <w:tmpl w:val="CC209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B024D2"/>
    <w:multiLevelType w:val="hybridMultilevel"/>
    <w:tmpl w:val="67C2E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4129B"/>
    <w:multiLevelType w:val="hybridMultilevel"/>
    <w:tmpl w:val="F788AE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30"/>
    <w:rsid w:val="00026DD8"/>
    <w:rsid w:val="004B5F65"/>
    <w:rsid w:val="00591476"/>
    <w:rsid w:val="00761830"/>
    <w:rsid w:val="00794316"/>
    <w:rsid w:val="008E238C"/>
    <w:rsid w:val="009741AA"/>
    <w:rsid w:val="009B5D31"/>
    <w:rsid w:val="00A53032"/>
    <w:rsid w:val="00AD3AD5"/>
    <w:rsid w:val="00B278D9"/>
    <w:rsid w:val="00BE4B71"/>
    <w:rsid w:val="00C9448A"/>
    <w:rsid w:val="00CA1E68"/>
    <w:rsid w:val="00D6108C"/>
    <w:rsid w:val="00DE6B9C"/>
    <w:rsid w:val="00E57D01"/>
    <w:rsid w:val="00E61D7A"/>
    <w:rsid w:val="00EC1705"/>
    <w:rsid w:val="00FC6D88"/>
    <w:rsid w:val="00FD0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83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183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618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352</Words>
  <Characters>2008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Halifax County Schools </dc:title>
  <dc:subject/>
  <dc:creator>User</dc:creator>
  <cp:keywords/>
  <dc:description/>
  <cp:lastModifiedBy>LaVonne</cp:lastModifiedBy>
  <cp:revision>2</cp:revision>
  <cp:lastPrinted>2011-11-15T18:09:00Z</cp:lastPrinted>
  <dcterms:created xsi:type="dcterms:W3CDTF">2011-12-09T03:25:00Z</dcterms:created>
  <dcterms:modified xsi:type="dcterms:W3CDTF">2011-12-09T03:25:00Z</dcterms:modified>
</cp:coreProperties>
</file>